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1B" w:rsidRPr="0036355E" w:rsidRDefault="00464833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6483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552E1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2E1B" w:rsidRPr="0036355E" w:rsidRDefault="00552E1B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2E1B" w:rsidRPr="00161E78" w:rsidRDefault="00552E1B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552E1B" w:rsidRPr="00161E78" w:rsidRDefault="00552E1B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52E1B" w:rsidRPr="00161E78" w:rsidRDefault="00552E1B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52E1B" w:rsidRPr="00161E78" w:rsidRDefault="00552E1B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2E1B" w:rsidRPr="00161E78" w:rsidRDefault="00552E1B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23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552E1B" w:rsidRPr="00161E78" w:rsidRDefault="00552E1B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52E1B" w:rsidRPr="00161E78" w:rsidRDefault="00552E1B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2E1B" w:rsidRDefault="00552E1B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14 апреля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81</w:t>
      </w:r>
    </w:p>
    <w:p w:rsidR="00552E1B" w:rsidRPr="00161E78" w:rsidRDefault="00552E1B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52E1B" w:rsidRPr="00161E78" w:rsidRDefault="00552E1B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552E1B" w:rsidRDefault="00552E1B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552E1B" w:rsidRDefault="00552E1B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52E1B" w:rsidRPr="009D58BB">
        <w:trPr>
          <w:trHeight w:val="1097"/>
        </w:trPr>
        <w:tc>
          <w:tcPr>
            <w:tcW w:w="9016" w:type="dxa"/>
          </w:tcPr>
          <w:p w:rsidR="00552E1B" w:rsidRPr="009D58BB" w:rsidRDefault="00552E1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552E1B" w:rsidRPr="009D58BB" w:rsidRDefault="00552E1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52E1B" w:rsidRPr="00DD5EF6" w:rsidRDefault="00552E1B" w:rsidP="00C351E8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552E1B" w:rsidRPr="00DD5EF6" w:rsidRDefault="00552E1B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552E1B" w:rsidRDefault="00552E1B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552E1B" w:rsidRDefault="00552E1B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23 517 326,46 рублей;</w:t>
      </w:r>
    </w:p>
    <w:p w:rsidR="00552E1B" w:rsidRDefault="00552E1B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23 593 000,00 рублей;»</w:t>
      </w:r>
    </w:p>
    <w:p w:rsidR="00552E1B" w:rsidRDefault="00552E1B" w:rsidP="00C648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Подпункт</w:t>
      </w:r>
      <w:r w:rsidRPr="00DD5EF6">
        <w:rPr>
          <w:rFonts w:ascii="Times New Roman" w:hAnsi="Times New Roman" w:cs="Times New Roman"/>
          <w:sz w:val="28"/>
          <w:szCs w:val="28"/>
        </w:rPr>
        <w:t xml:space="preserve"> 1 пункта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решения изложить в следующей редакции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E1B" w:rsidRDefault="00552E1B" w:rsidP="00C648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552E1B" w:rsidRPr="0056026D" w:rsidRDefault="00552E1B" w:rsidP="00C648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95 000,00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52E1B" w:rsidRDefault="00552E1B" w:rsidP="009752B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3 100 000,00 рублей, в том числе:</w:t>
      </w:r>
      <w:r w:rsidRPr="00C31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E1B" w:rsidRDefault="00552E1B" w:rsidP="009752B5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1 200 000,00 рублей,</w:t>
      </w:r>
    </w:p>
    <w:p w:rsidR="00552E1B" w:rsidRPr="00B51340" w:rsidRDefault="00552E1B" w:rsidP="00B51340">
      <w:pPr>
        <w:rPr>
          <w:rFonts w:ascii="Times New Roman" w:hAnsi="Times New Roman" w:cs="Times New Roman"/>
          <w:sz w:val="28"/>
          <w:szCs w:val="28"/>
        </w:rPr>
      </w:pPr>
      <w:r w:rsidRPr="00B51340">
        <w:rPr>
          <w:rFonts w:ascii="Times New Roman" w:hAnsi="Times New Roman" w:cs="Times New Roman"/>
          <w:sz w:val="28"/>
          <w:szCs w:val="28"/>
        </w:rPr>
        <w:t xml:space="preserve">       - по коду доходов    </w:t>
      </w:r>
      <w:r w:rsidRPr="00477148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Pr="00B51340">
        <w:rPr>
          <w:rFonts w:ascii="Times New Roman" w:hAnsi="Times New Roman" w:cs="Times New Roman"/>
          <w:sz w:val="28"/>
          <w:szCs w:val="28"/>
        </w:rPr>
        <w:t>«</w:t>
      </w:r>
      <w:r w:rsidRPr="00477148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 xml:space="preserve">иный сельскохозяйственный налог» </w:t>
      </w:r>
      <w:r w:rsidRPr="00B5134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1 900 000,00</w:t>
      </w:r>
      <w:r w:rsidRPr="00B5134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52E1B" w:rsidRDefault="00552E1B" w:rsidP="00B51340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3 100 000,00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E1B" w:rsidRPr="008D0A0F" w:rsidRDefault="00552E1B" w:rsidP="0047714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05 02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AB3310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>
        <w:rPr>
          <w:rFonts w:ascii="Times New Roman" w:hAnsi="Times New Roman" w:cs="Times New Roman"/>
          <w:sz w:val="28"/>
          <w:szCs w:val="28"/>
        </w:rPr>
        <w:t>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0180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2C350E">
        <w:rPr>
          <w:rFonts w:ascii="Times New Roman" w:hAnsi="Times New Roman" w:cs="Times New Roman"/>
          <w:sz w:val="28"/>
          <w:szCs w:val="28"/>
        </w:rPr>
        <w:t xml:space="preserve">Субсидии на реализацию мероприятий федеральной целевой программы "Устойчивое развитие сельских территорий на 2014 - 2017 </w:t>
      </w:r>
      <w:r w:rsidRPr="002C350E">
        <w:rPr>
          <w:rFonts w:ascii="Times New Roman" w:hAnsi="Times New Roman" w:cs="Times New Roman"/>
          <w:sz w:val="28"/>
          <w:szCs w:val="28"/>
        </w:rPr>
        <w:lastRenderedPageBreak/>
        <w:t>годы и на период до 2020 года" (местные средства)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3 040 000,00 рублей на газификацию населенных пунктов,</w:t>
      </w:r>
    </w:p>
    <w:p w:rsidR="00552E1B" w:rsidRDefault="00552E1B" w:rsidP="00B51340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DD5EF6">
        <w:rPr>
          <w:rFonts w:ascii="Times New Roman" w:hAnsi="Times New Roman" w:cs="Times New Roman"/>
          <w:sz w:val="28"/>
          <w:szCs w:val="28"/>
        </w:rPr>
        <w:t xml:space="preserve">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7148">
        <w:rPr>
          <w:rFonts w:ascii="Times New Roman" w:hAnsi="Times New Roman" w:cs="Times New Roman"/>
          <w:sz w:val="28"/>
          <w:szCs w:val="28"/>
        </w:rPr>
        <w:t>6800010300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477148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 w:cs="Times New Roman"/>
          <w:sz w:val="28"/>
          <w:szCs w:val="28"/>
        </w:rPr>
        <w:t xml:space="preserve">» в сумме 1 000,00 рублей на оплату за технадзор, </w:t>
      </w:r>
    </w:p>
    <w:p w:rsidR="00552E1B" w:rsidRDefault="00552E1B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10 03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477148">
        <w:rPr>
          <w:rFonts w:ascii="Times New Roman" w:hAnsi="Times New Roman" w:cs="Times New Roman"/>
          <w:sz w:val="28"/>
          <w:szCs w:val="28"/>
        </w:rPr>
        <w:t>5430010070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Реализация мероприятий ведомственной целевой программы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59 000,00 рублей на выплату пенсий за выслугу лет.</w:t>
      </w:r>
    </w:p>
    <w:p w:rsidR="00552E1B" w:rsidRDefault="00552E1B" w:rsidP="00C64896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Дополнить</w:t>
      </w:r>
      <w:r w:rsidRPr="0052540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 приложением №10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59421D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по объектам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9421D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E1B" w:rsidRPr="00E028DA" w:rsidRDefault="00552E1B" w:rsidP="00255B84">
      <w:pPr>
        <w:pStyle w:val="ac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2, 4-6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552E1B" w:rsidRPr="00E028DA" w:rsidRDefault="00552E1B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552E1B" w:rsidRPr="00E028DA" w:rsidRDefault="00552E1B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552E1B" w:rsidRPr="00DD5EF6" w:rsidRDefault="00552E1B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2E1B" w:rsidRPr="00DD5EF6" w:rsidRDefault="00552E1B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552E1B" w:rsidRDefault="00552E1B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552E1B" w:rsidRDefault="00552E1B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552E1B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67F" w:rsidRDefault="00AE267F" w:rsidP="00B57B3B">
      <w:r>
        <w:separator/>
      </w:r>
    </w:p>
  </w:endnote>
  <w:endnote w:type="continuationSeparator" w:id="1">
    <w:p w:rsidR="00AE267F" w:rsidRDefault="00AE267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67F" w:rsidRDefault="00AE267F" w:rsidP="00B57B3B">
      <w:r>
        <w:separator/>
      </w:r>
    </w:p>
  </w:footnote>
  <w:footnote w:type="continuationSeparator" w:id="1">
    <w:p w:rsidR="00AE267F" w:rsidRDefault="00AE267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1B" w:rsidRPr="003139BC" w:rsidRDefault="0046483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552E1B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E70047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52E1B" w:rsidRDefault="00552E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0CA1"/>
    <w:rsid w:val="00203FD5"/>
    <w:rsid w:val="00210A11"/>
    <w:rsid w:val="00221DB4"/>
    <w:rsid w:val="00233C0A"/>
    <w:rsid w:val="00235D26"/>
    <w:rsid w:val="0023657E"/>
    <w:rsid w:val="00237868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64833"/>
    <w:rsid w:val="00477148"/>
    <w:rsid w:val="004846F0"/>
    <w:rsid w:val="00486674"/>
    <w:rsid w:val="004869BB"/>
    <w:rsid w:val="00492F4E"/>
    <w:rsid w:val="00497319"/>
    <w:rsid w:val="004A259A"/>
    <w:rsid w:val="004A7390"/>
    <w:rsid w:val="004B1AB3"/>
    <w:rsid w:val="004C4728"/>
    <w:rsid w:val="004D3045"/>
    <w:rsid w:val="004D3AB9"/>
    <w:rsid w:val="004D5228"/>
    <w:rsid w:val="004F324E"/>
    <w:rsid w:val="004F39C5"/>
    <w:rsid w:val="0050053D"/>
    <w:rsid w:val="00505CF9"/>
    <w:rsid w:val="00507A5E"/>
    <w:rsid w:val="005118AD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4C50"/>
    <w:rsid w:val="006602EC"/>
    <w:rsid w:val="00665A87"/>
    <w:rsid w:val="006719EC"/>
    <w:rsid w:val="00676CA9"/>
    <w:rsid w:val="00687224"/>
    <w:rsid w:val="006A182E"/>
    <w:rsid w:val="006A47E2"/>
    <w:rsid w:val="006B10A2"/>
    <w:rsid w:val="006B2EAF"/>
    <w:rsid w:val="006B708B"/>
    <w:rsid w:val="006C1614"/>
    <w:rsid w:val="006D2C1D"/>
    <w:rsid w:val="006D5CD3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5786A"/>
    <w:rsid w:val="00A60D9F"/>
    <w:rsid w:val="00A674A9"/>
    <w:rsid w:val="00A72975"/>
    <w:rsid w:val="00A927CD"/>
    <w:rsid w:val="00A969F6"/>
    <w:rsid w:val="00AB3310"/>
    <w:rsid w:val="00AD1D8E"/>
    <w:rsid w:val="00AD5AD8"/>
    <w:rsid w:val="00AE267F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353F"/>
    <w:rsid w:val="00B34727"/>
    <w:rsid w:val="00B34945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047DB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4FB0"/>
    <w:rsid w:val="00CC652E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8DA"/>
    <w:rsid w:val="00E04B88"/>
    <w:rsid w:val="00E152EF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0047"/>
    <w:rsid w:val="00E7483A"/>
    <w:rsid w:val="00E80452"/>
    <w:rsid w:val="00E8049E"/>
    <w:rsid w:val="00E83099"/>
    <w:rsid w:val="00E920CF"/>
    <w:rsid w:val="00E94647"/>
    <w:rsid w:val="00EA598F"/>
    <w:rsid w:val="00EB3D68"/>
    <w:rsid w:val="00EB5495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204D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8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883</Words>
  <Characters>5036</Characters>
  <Application>Microsoft Office Word</Application>
  <DocSecurity>0</DocSecurity>
  <Lines>41</Lines>
  <Paragraphs>11</Paragraphs>
  <ScaleCrop>false</ScaleCrop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26</cp:revision>
  <cp:lastPrinted>2016-04-14T14:29:00Z</cp:lastPrinted>
  <dcterms:created xsi:type="dcterms:W3CDTF">2015-01-21T15:24:00Z</dcterms:created>
  <dcterms:modified xsi:type="dcterms:W3CDTF">2018-09-18T13:48:00Z</dcterms:modified>
</cp:coreProperties>
</file>